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A65CA" w14:textId="77777777" w:rsidR="00411592" w:rsidRDefault="00411592" w:rsidP="00AA66C7"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3D7FBBEB" w14:textId="77777777" w:rsidR="00411592" w:rsidRDefault="00411592" w:rsidP="00AA66C7"/>
    <w:p w14:paraId="6858EF6D" w14:textId="77777777" w:rsidR="00411592" w:rsidRPr="00AA66C7" w:rsidRDefault="00AA66C7" w:rsidP="00AA66C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Atom Bomb </w:t>
      </w:r>
      <w:r w:rsidR="00757F4D">
        <w:rPr>
          <w:b/>
          <w:sz w:val="44"/>
          <w:szCs w:val="44"/>
        </w:rPr>
        <w:t>Presentation Notetaking Sheet</w:t>
      </w:r>
    </w:p>
    <w:p w14:paraId="36E60642" w14:textId="77777777" w:rsidR="00AA66C7" w:rsidRDefault="00AA66C7" w:rsidP="00AA66C7">
      <w:pPr>
        <w:rPr>
          <w:i/>
        </w:rPr>
      </w:pPr>
    </w:p>
    <w:p w14:paraId="318AEDC4" w14:textId="77777777" w:rsidR="00AA66C7" w:rsidRPr="00AA66C7" w:rsidRDefault="00AA66C7" w:rsidP="00411592">
      <w:pPr>
        <w:spacing w:line="276" w:lineRule="auto"/>
        <w:rPr>
          <w:i/>
        </w:rPr>
      </w:pPr>
      <w:r w:rsidRPr="00AA66C7">
        <w:rPr>
          <w:i/>
        </w:rPr>
        <w:t>Answer the following in each box below. You should fill up each box.</w:t>
      </w:r>
    </w:p>
    <w:p w14:paraId="39D03F3C" w14:textId="77777777" w:rsidR="00AA66C7" w:rsidRDefault="00AA66C7" w:rsidP="00AA66C7">
      <w:pPr>
        <w:pStyle w:val="ListParagraph"/>
        <w:numPr>
          <w:ilvl w:val="0"/>
          <w:numId w:val="3"/>
        </w:numPr>
        <w:spacing w:line="276" w:lineRule="auto"/>
        <w:rPr>
          <w:i/>
        </w:rPr>
        <w:sectPr w:rsidR="00AA66C7" w:rsidSect="00AA66C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516C222" w14:textId="77777777" w:rsidR="00AA66C7" w:rsidRPr="00AA66C7" w:rsidRDefault="00AA66C7" w:rsidP="00AA66C7">
      <w:pPr>
        <w:pStyle w:val="ListParagraph"/>
        <w:numPr>
          <w:ilvl w:val="0"/>
          <w:numId w:val="3"/>
        </w:numPr>
        <w:spacing w:line="276" w:lineRule="auto"/>
        <w:rPr>
          <w:i/>
        </w:rPr>
      </w:pPr>
      <w:r w:rsidRPr="00AA66C7">
        <w:rPr>
          <w:i/>
        </w:rPr>
        <w:lastRenderedPageBreak/>
        <w:t xml:space="preserve">What did you learn? </w:t>
      </w:r>
    </w:p>
    <w:p w14:paraId="552243F4" w14:textId="77777777" w:rsidR="00AA66C7" w:rsidRPr="00AA66C7" w:rsidRDefault="00AA66C7" w:rsidP="00AA66C7">
      <w:pPr>
        <w:pStyle w:val="ListParagraph"/>
        <w:numPr>
          <w:ilvl w:val="0"/>
          <w:numId w:val="3"/>
        </w:numPr>
        <w:spacing w:line="276" w:lineRule="auto"/>
        <w:rPr>
          <w:i/>
        </w:rPr>
      </w:pPr>
      <w:r w:rsidRPr="00AA66C7">
        <w:rPr>
          <w:i/>
        </w:rPr>
        <w:t>What was most interesting to you?</w:t>
      </w:r>
    </w:p>
    <w:p w14:paraId="1E95CAEC" w14:textId="77777777" w:rsidR="00AA66C7" w:rsidRPr="00AA66C7" w:rsidRDefault="00AA66C7" w:rsidP="00AA66C7">
      <w:pPr>
        <w:pStyle w:val="ListParagraph"/>
        <w:numPr>
          <w:ilvl w:val="0"/>
          <w:numId w:val="3"/>
        </w:numPr>
        <w:spacing w:line="276" w:lineRule="auto"/>
        <w:rPr>
          <w:i/>
        </w:rPr>
      </w:pPr>
      <w:r w:rsidRPr="00AA66C7">
        <w:rPr>
          <w:i/>
        </w:rPr>
        <w:t>What did the presenters do well?</w:t>
      </w:r>
    </w:p>
    <w:p w14:paraId="73968D0F" w14:textId="77777777" w:rsidR="00AA66C7" w:rsidRPr="00AA66C7" w:rsidRDefault="00AA66C7" w:rsidP="00AA66C7">
      <w:pPr>
        <w:pStyle w:val="ListParagraph"/>
        <w:numPr>
          <w:ilvl w:val="0"/>
          <w:numId w:val="3"/>
        </w:numPr>
        <w:spacing w:line="276" w:lineRule="auto"/>
        <w:rPr>
          <w:i/>
        </w:rPr>
      </w:pPr>
      <w:r w:rsidRPr="00AA66C7">
        <w:rPr>
          <w:i/>
        </w:rPr>
        <w:t>Write down one question that you still have.</w:t>
      </w:r>
    </w:p>
    <w:p w14:paraId="71AE63AB" w14:textId="77777777" w:rsidR="00AA66C7" w:rsidRDefault="00AA66C7" w:rsidP="00411592">
      <w:pPr>
        <w:spacing w:line="276" w:lineRule="auto"/>
        <w:sectPr w:rsidR="00AA66C7" w:rsidSect="00AA66C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A3294A0" w14:textId="77777777" w:rsidR="00AA66C7" w:rsidRDefault="00AA66C7" w:rsidP="00411592">
      <w:pPr>
        <w:spacing w:line="276" w:lineRule="auto"/>
      </w:pPr>
    </w:p>
    <w:p w14:paraId="117CA18F" w14:textId="77777777" w:rsidR="00411592" w:rsidRDefault="00AA66C7" w:rsidP="00AA66C7">
      <w:r>
        <w:t>#1: What is happening inside an atom bomb when it explodes?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790"/>
      </w:tblGrid>
      <w:tr w:rsidR="00AA66C7" w14:paraId="6A193E22" w14:textId="77777777" w:rsidTr="00AA66C7">
        <w:tc>
          <w:tcPr>
            <w:tcW w:w="5000" w:type="pct"/>
          </w:tcPr>
          <w:p w14:paraId="754E9FD8" w14:textId="77777777" w:rsidR="00AA66C7" w:rsidRDefault="00AA66C7" w:rsidP="00AA66C7"/>
          <w:p w14:paraId="64572ACF" w14:textId="77777777" w:rsidR="00AA66C7" w:rsidRDefault="00AA66C7" w:rsidP="00AA66C7"/>
          <w:p w14:paraId="7F124573" w14:textId="77777777" w:rsidR="00AA66C7" w:rsidRDefault="00AA66C7" w:rsidP="00AA66C7"/>
          <w:p w14:paraId="7AFF4F73" w14:textId="77777777" w:rsidR="00AA66C7" w:rsidRDefault="00AA66C7" w:rsidP="00AA66C7"/>
          <w:p w14:paraId="2F97E697" w14:textId="77777777" w:rsidR="00AA66C7" w:rsidRDefault="00AA66C7" w:rsidP="00AA66C7"/>
          <w:p w14:paraId="7175F36A" w14:textId="77777777" w:rsidR="00AA66C7" w:rsidRDefault="00AA66C7" w:rsidP="00AA66C7"/>
          <w:p w14:paraId="55080B10" w14:textId="77777777" w:rsidR="00AA66C7" w:rsidRDefault="00AA66C7" w:rsidP="00AA66C7"/>
          <w:p w14:paraId="309D51D6" w14:textId="77777777" w:rsidR="00AA66C7" w:rsidRDefault="00AA66C7" w:rsidP="00AA66C7"/>
          <w:p w14:paraId="1E593D3C" w14:textId="77777777" w:rsidR="00AA66C7" w:rsidRDefault="00AA66C7" w:rsidP="00AA66C7"/>
          <w:p w14:paraId="608EED01" w14:textId="77777777" w:rsidR="00AA66C7" w:rsidRDefault="00AA66C7" w:rsidP="00AA66C7"/>
          <w:p w14:paraId="662720C5" w14:textId="77777777" w:rsidR="00AA66C7" w:rsidRDefault="00AA66C7" w:rsidP="00AA66C7"/>
          <w:p w14:paraId="06210481" w14:textId="77777777" w:rsidR="00AA66C7" w:rsidRDefault="00AA66C7" w:rsidP="00AA66C7"/>
          <w:p w14:paraId="3BB681A9" w14:textId="77777777" w:rsidR="00AA66C7" w:rsidRDefault="00AA66C7" w:rsidP="00AA66C7"/>
          <w:p w14:paraId="6398FE18" w14:textId="77777777" w:rsidR="00AA66C7" w:rsidRDefault="00AA66C7" w:rsidP="00AA66C7"/>
          <w:p w14:paraId="7F58C66A" w14:textId="77777777" w:rsidR="00AA66C7" w:rsidRDefault="00AA66C7" w:rsidP="00AA66C7"/>
          <w:p w14:paraId="0BC0DFB3" w14:textId="77777777" w:rsidR="00AA66C7" w:rsidRDefault="00AA66C7" w:rsidP="00AA66C7"/>
          <w:p w14:paraId="01528E01" w14:textId="77777777" w:rsidR="00AA66C7" w:rsidRDefault="00AA66C7" w:rsidP="00AA66C7"/>
          <w:p w14:paraId="571E63C6" w14:textId="77777777" w:rsidR="00AA66C7" w:rsidRDefault="00AA66C7" w:rsidP="00AA66C7"/>
          <w:p w14:paraId="43E6919A" w14:textId="77777777" w:rsidR="00AA66C7" w:rsidRDefault="00AA66C7" w:rsidP="00AA66C7"/>
          <w:p w14:paraId="7F6C8ABF" w14:textId="77777777" w:rsidR="00AA66C7" w:rsidRDefault="00AA66C7" w:rsidP="00AA66C7"/>
          <w:p w14:paraId="0213BE5F" w14:textId="77777777" w:rsidR="00AA66C7" w:rsidRDefault="00AA66C7" w:rsidP="00AA66C7"/>
          <w:p w14:paraId="4A7AF517" w14:textId="77777777" w:rsidR="00AA66C7" w:rsidRDefault="00AA66C7" w:rsidP="00AA66C7"/>
        </w:tc>
      </w:tr>
    </w:tbl>
    <w:p w14:paraId="657199D5" w14:textId="77777777" w:rsidR="00AA66C7" w:rsidRDefault="00AA66C7" w:rsidP="00AA66C7"/>
    <w:p w14:paraId="52276768" w14:textId="77777777" w:rsidR="00AA66C7" w:rsidRDefault="00AA66C7" w:rsidP="00AA66C7">
      <w:r>
        <w:t xml:space="preserve">#2: </w:t>
      </w:r>
      <w:r w:rsidRPr="00DE4155">
        <w:t>What are the immediate and long-term effects of an atomic bomb? What about the effects of a "nuclear winter" or "nuclear holocaust"?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790"/>
      </w:tblGrid>
      <w:tr w:rsidR="00AA66C7" w14:paraId="09F71203" w14:textId="77777777" w:rsidTr="00AA66C7">
        <w:tc>
          <w:tcPr>
            <w:tcW w:w="5000" w:type="pct"/>
          </w:tcPr>
          <w:p w14:paraId="4CB6D141" w14:textId="77777777" w:rsidR="00AA66C7" w:rsidRDefault="00AA66C7" w:rsidP="00AA66C7"/>
          <w:p w14:paraId="1C86879A" w14:textId="77777777" w:rsidR="00AA66C7" w:rsidRDefault="00AA66C7" w:rsidP="00AA66C7"/>
          <w:p w14:paraId="700CE261" w14:textId="77777777" w:rsidR="00AA66C7" w:rsidRDefault="00AA66C7" w:rsidP="00AA66C7"/>
          <w:p w14:paraId="39558F5C" w14:textId="77777777" w:rsidR="00AA66C7" w:rsidRDefault="00AA66C7" w:rsidP="00AA66C7"/>
          <w:p w14:paraId="22699A76" w14:textId="77777777" w:rsidR="00AA66C7" w:rsidRDefault="00AA66C7" w:rsidP="00AA66C7"/>
          <w:p w14:paraId="485752C5" w14:textId="77777777" w:rsidR="00AA66C7" w:rsidRDefault="00AA66C7" w:rsidP="00AA66C7"/>
          <w:p w14:paraId="590F285B" w14:textId="77777777" w:rsidR="00AA66C7" w:rsidRDefault="00AA66C7" w:rsidP="00AA66C7"/>
          <w:p w14:paraId="358C0E44" w14:textId="77777777" w:rsidR="00AA66C7" w:rsidRDefault="00AA66C7" w:rsidP="00AA66C7"/>
          <w:p w14:paraId="590C0D0F" w14:textId="77777777" w:rsidR="00AA66C7" w:rsidRDefault="00AA66C7" w:rsidP="00AA66C7"/>
          <w:p w14:paraId="3E5DE7CB" w14:textId="77777777" w:rsidR="00AA66C7" w:rsidRDefault="00AA66C7" w:rsidP="00AA66C7"/>
          <w:p w14:paraId="33922D70" w14:textId="77777777" w:rsidR="00AA66C7" w:rsidRDefault="00AA66C7" w:rsidP="00AA66C7"/>
          <w:p w14:paraId="09E60199" w14:textId="77777777" w:rsidR="00AA66C7" w:rsidRDefault="00AA66C7" w:rsidP="00AA66C7"/>
          <w:p w14:paraId="57D8113D" w14:textId="77777777" w:rsidR="00AA66C7" w:rsidRDefault="00AA66C7" w:rsidP="00AA66C7"/>
          <w:p w14:paraId="171A3604" w14:textId="77777777" w:rsidR="00AA66C7" w:rsidRDefault="00AA66C7" w:rsidP="00AA66C7"/>
          <w:p w14:paraId="6396FDA9" w14:textId="77777777" w:rsidR="00AA66C7" w:rsidRDefault="00AA66C7" w:rsidP="00AA66C7"/>
          <w:p w14:paraId="328E1DCD" w14:textId="77777777" w:rsidR="00AA66C7" w:rsidRDefault="00AA66C7" w:rsidP="00AA66C7"/>
          <w:p w14:paraId="111A2069" w14:textId="77777777" w:rsidR="00AA66C7" w:rsidRDefault="00AA66C7" w:rsidP="00AA66C7"/>
          <w:p w14:paraId="325A14F1" w14:textId="77777777" w:rsidR="00AA66C7" w:rsidRDefault="00AA66C7" w:rsidP="00AA66C7"/>
          <w:p w14:paraId="44E22F40" w14:textId="77777777" w:rsidR="00AA66C7" w:rsidRDefault="00AA66C7" w:rsidP="00AA66C7"/>
          <w:p w14:paraId="343B91F4" w14:textId="77777777" w:rsidR="00AA66C7" w:rsidRDefault="00AA66C7" w:rsidP="00AA66C7"/>
          <w:p w14:paraId="6C5B001A" w14:textId="77777777" w:rsidR="00AA66C7" w:rsidRDefault="00AA66C7" w:rsidP="00AA66C7"/>
          <w:p w14:paraId="7A1FC3B4" w14:textId="77777777" w:rsidR="00AA66C7" w:rsidRDefault="00AA66C7" w:rsidP="00AA66C7"/>
          <w:p w14:paraId="2FA3BDB6" w14:textId="77777777" w:rsidR="00AA66C7" w:rsidRDefault="00AA66C7" w:rsidP="00AA66C7"/>
          <w:p w14:paraId="37B1C98E" w14:textId="77777777" w:rsidR="00AA66C7" w:rsidRDefault="00AA66C7" w:rsidP="00AA66C7"/>
          <w:p w14:paraId="3A8E2FA4" w14:textId="77777777" w:rsidR="00AA66C7" w:rsidRDefault="00AA66C7" w:rsidP="00AA66C7"/>
          <w:p w14:paraId="7BC6855C" w14:textId="77777777" w:rsidR="00AA66C7" w:rsidRDefault="00AA66C7" w:rsidP="00AA66C7"/>
        </w:tc>
      </w:tr>
    </w:tbl>
    <w:p w14:paraId="667AACAB" w14:textId="77777777" w:rsidR="00AA66C7" w:rsidRPr="00DE4155" w:rsidRDefault="00AA66C7" w:rsidP="00AA66C7"/>
    <w:p w14:paraId="0B3F0313" w14:textId="77777777" w:rsidR="00AA66C7" w:rsidRDefault="00AA66C7" w:rsidP="00AA66C7">
      <w:r>
        <w:t xml:space="preserve">#3: </w:t>
      </w:r>
      <w:r w:rsidRPr="00DE4155">
        <w:t>What are the arguments for and against dropping the bomb on Hiroshima? Was the decision justified?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790"/>
      </w:tblGrid>
      <w:tr w:rsidR="00AA66C7" w14:paraId="236C2C72" w14:textId="77777777" w:rsidTr="00AA66C7">
        <w:tc>
          <w:tcPr>
            <w:tcW w:w="5000" w:type="pct"/>
          </w:tcPr>
          <w:p w14:paraId="0B65B969" w14:textId="77777777" w:rsidR="00AA66C7" w:rsidRDefault="00AA66C7" w:rsidP="00AA66C7"/>
          <w:p w14:paraId="5886ABE3" w14:textId="77777777" w:rsidR="00AA66C7" w:rsidRDefault="00AA66C7" w:rsidP="00AA66C7"/>
          <w:p w14:paraId="417D0CE4" w14:textId="77777777" w:rsidR="00AA66C7" w:rsidRDefault="00AA66C7" w:rsidP="00AA66C7"/>
          <w:p w14:paraId="7564501B" w14:textId="77777777" w:rsidR="00AA66C7" w:rsidRDefault="00AA66C7" w:rsidP="00AA66C7"/>
          <w:p w14:paraId="24620E60" w14:textId="77777777" w:rsidR="00AA66C7" w:rsidRDefault="00AA66C7" w:rsidP="00AA66C7"/>
          <w:p w14:paraId="60CE485F" w14:textId="77777777" w:rsidR="00AA66C7" w:rsidRDefault="00AA66C7" w:rsidP="00AA66C7"/>
          <w:p w14:paraId="64BB59FF" w14:textId="77777777" w:rsidR="00AA66C7" w:rsidRDefault="00AA66C7" w:rsidP="00AA66C7"/>
          <w:p w14:paraId="027884A6" w14:textId="77777777" w:rsidR="00AA66C7" w:rsidRDefault="00AA66C7" w:rsidP="00AA66C7"/>
          <w:p w14:paraId="64859531" w14:textId="77777777" w:rsidR="00AA66C7" w:rsidRDefault="00AA66C7" w:rsidP="00AA66C7"/>
          <w:p w14:paraId="73B95E2E" w14:textId="77777777" w:rsidR="00AA66C7" w:rsidRDefault="00AA66C7" w:rsidP="00AA66C7"/>
          <w:p w14:paraId="295EF257" w14:textId="77777777" w:rsidR="00AA66C7" w:rsidRDefault="00AA66C7" w:rsidP="00AA66C7"/>
          <w:p w14:paraId="3A83AF2D" w14:textId="77777777" w:rsidR="00AA66C7" w:rsidRDefault="00AA66C7" w:rsidP="00AA66C7"/>
          <w:p w14:paraId="68E41455" w14:textId="77777777" w:rsidR="00AA66C7" w:rsidRDefault="00AA66C7" w:rsidP="00AA66C7"/>
          <w:p w14:paraId="10ECE98F" w14:textId="77777777" w:rsidR="00AA66C7" w:rsidRDefault="00AA66C7" w:rsidP="00AA66C7"/>
          <w:p w14:paraId="6BC8BCE8" w14:textId="77777777" w:rsidR="00AA66C7" w:rsidRDefault="00AA66C7" w:rsidP="00AA66C7"/>
          <w:p w14:paraId="0F0405B2" w14:textId="77777777" w:rsidR="00AA66C7" w:rsidRDefault="00AA66C7" w:rsidP="00AA66C7"/>
          <w:p w14:paraId="285B496B" w14:textId="77777777" w:rsidR="00AA66C7" w:rsidRDefault="00AA66C7" w:rsidP="00AA66C7"/>
          <w:p w14:paraId="511C59D9" w14:textId="77777777" w:rsidR="00AA66C7" w:rsidRDefault="00AA66C7" w:rsidP="00AA66C7"/>
          <w:p w14:paraId="47AFBAB7" w14:textId="77777777" w:rsidR="00AA66C7" w:rsidRDefault="00AA66C7" w:rsidP="00AA66C7"/>
          <w:p w14:paraId="3B9AD300" w14:textId="77777777" w:rsidR="00AA66C7" w:rsidRDefault="00AA66C7" w:rsidP="00AA66C7"/>
          <w:p w14:paraId="3D9D7CA5" w14:textId="77777777" w:rsidR="00AA66C7" w:rsidRDefault="00AA66C7" w:rsidP="00AA66C7"/>
          <w:p w14:paraId="5DC39105" w14:textId="77777777" w:rsidR="00AA66C7" w:rsidRDefault="00AA66C7" w:rsidP="00AA66C7"/>
          <w:p w14:paraId="329F46CE" w14:textId="77777777" w:rsidR="00AA66C7" w:rsidRDefault="00AA66C7" w:rsidP="00AA66C7"/>
        </w:tc>
      </w:tr>
    </w:tbl>
    <w:p w14:paraId="07F1E291" w14:textId="77777777" w:rsidR="00AA66C7" w:rsidRPr="00DE4155" w:rsidRDefault="00AA66C7" w:rsidP="00AA66C7"/>
    <w:p w14:paraId="658D7D49" w14:textId="77777777" w:rsidR="00AA66C7" w:rsidRDefault="00AA66C7" w:rsidP="00AA66C7">
      <w:r>
        <w:t xml:space="preserve">#4: </w:t>
      </w:r>
      <w:r w:rsidRPr="00DE4155">
        <w:t>How has civilization controlled the potential destruction of nuclear warfare? Discuss the control of nuclear weapons in individual countries (such as the U.S.) and the effects of escalation.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790"/>
      </w:tblGrid>
      <w:tr w:rsidR="00AA66C7" w14:paraId="2DE34DFF" w14:textId="77777777" w:rsidTr="00AA66C7">
        <w:tc>
          <w:tcPr>
            <w:tcW w:w="5000" w:type="pct"/>
          </w:tcPr>
          <w:p w14:paraId="000C4499" w14:textId="77777777" w:rsidR="00AA66C7" w:rsidRDefault="00AA66C7" w:rsidP="00AA66C7"/>
          <w:p w14:paraId="71B04459" w14:textId="77777777" w:rsidR="00AA66C7" w:rsidRDefault="00AA66C7" w:rsidP="00AA66C7"/>
          <w:p w14:paraId="123AEEF7" w14:textId="77777777" w:rsidR="00AA66C7" w:rsidRDefault="00AA66C7" w:rsidP="00AA66C7"/>
          <w:p w14:paraId="79EE38BE" w14:textId="77777777" w:rsidR="00AA66C7" w:rsidRDefault="00AA66C7" w:rsidP="00AA66C7"/>
          <w:p w14:paraId="4303C802" w14:textId="77777777" w:rsidR="00AA66C7" w:rsidRDefault="00AA66C7" w:rsidP="00AA66C7"/>
          <w:p w14:paraId="031CDFA7" w14:textId="77777777" w:rsidR="00AA66C7" w:rsidRDefault="00AA66C7" w:rsidP="00AA66C7"/>
          <w:p w14:paraId="05BCC4DD" w14:textId="77777777" w:rsidR="00AA66C7" w:rsidRDefault="00AA66C7" w:rsidP="00AA66C7"/>
          <w:p w14:paraId="35D918CC" w14:textId="77777777" w:rsidR="00AA66C7" w:rsidRDefault="00AA66C7" w:rsidP="00AA66C7"/>
          <w:p w14:paraId="649911A8" w14:textId="77777777" w:rsidR="00AA66C7" w:rsidRDefault="00AA66C7" w:rsidP="00AA66C7"/>
          <w:p w14:paraId="5F47367E" w14:textId="77777777" w:rsidR="00AA66C7" w:rsidRDefault="00AA66C7" w:rsidP="00AA66C7"/>
          <w:p w14:paraId="4A025F28" w14:textId="77777777" w:rsidR="00AA66C7" w:rsidRDefault="00AA66C7" w:rsidP="00AA66C7"/>
          <w:p w14:paraId="58096423" w14:textId="77777777" w:rsidR="00AA66C7" w:rsidRDefault="00AA66C7" w:rsidP="00AA66C7"/>
          <w:p w14:paraId="7B536E0D" w14:textId="77777777" w:rsidR="00AA66C7" w:rsidRDefault="00AA66C7" w:rsidP="00AA66C7"/>
          <w:p w14:paraId="4AB1D2AC" w14:textId="77777777" w:rsidR="00AA66C7" w:rsidRDefault="00AA66C7" w:rsidP="00AA66C7"/>
          <w:p w14:paraId="22EBE455" w14:textId="77777777" w:rsidR="00AA66C7" w:rsidRDefault="00AA66C7" w:rsidP="00AA66C7"/>
          <w:p w14:paraId="4EA34E2B" w14:textId="77777777" w:rsidR="00AA66C7" w:rsidRDefault="00AA66C7" w:rsidP="00AA66C7"/>
          <w:p w14:paraId="69FAB7C9" w14:textId="77777777" w:rsidR="00AA66C7" w:rsidRDefault="00AA66C7" w:rsidP="00AA66C7"/>
          <w:p w14:paraId="52699700" w14:textId="77777777" w:rsidR="00AA66C7" w:rsidRDefault="00AA66C7" w:rsidP="00AA66C7"/>
          <w:p w14:paraId="37D2B3F1" w14:textId="77777777" w:rsidR="00AA66C7" w:rsidRDefault="00AA66C7" w:rsidP="00AA66C7"/>
          <w:p w14:paraId="294DEF55" w14:textId="77777777" w:rsidR="00AA66C7" w:rsidRDefault="00AA66C7" w:rsidP="00AA66C7"/>
        </w:tc>
      </w:tr>
    </w:tbl>
    <w:p w14:paraId="0433F95F" w14:textId="77777777" w:rsidR="00AA66C7" w:rsidRPr="00DE4155" w:rsidRDefault="00AA66C7" w:rsidP="00AA66C7"/>
    <w:p w14:paraId="58F25ACC" w14:textId="77777777" w:rsidR="00AA66C7" w:rsidRPr="00DE4155" w:rsidRDefault="00AA66C7" w:rsidP="00AA66C7">
      <w:r>
        <w:t xml:space="preserve">#5: </w:t>
      </w:r>
      <w:r w:rsidRPr="00DE4155">
        <w:t>Research the current tension between the United States and North Korea. What nuclear capacity does each country have? What should be done about this tension?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790"/>
      </w:tblGrid>
      <w:tr w:rsidR="00AA66C7" w14:paraId="6133203E" w14:textId="77777777" w:rsidTr="00AA66C7">
        <w:tc>
          <w:tcPr>
            <w:tcW w:w="5000" w:type="pct"/>
          </w:tcPr>
          <w:p w14:paraId="6492212B" w14:textId="77777777" w:rsidR="00AA66C7" w:rsidRDefault="00AA66C7" w:rsidP="00AA66C7"/>
          <w:p w14:paraId="550F5F63" w14:textId="77777777" w:rsidR="00AA66C7" w:rsidRDefault="00AA66C7" w:rsidP="00AA66C7"/>
          <w:p w14:paraId="49CB40F7" w14:textId="77777777" w:rsidR="00AA66C7" w:rsidRDefault="00AA66C7" w:rsidP="00AA66C7"/>
          <w:p w14:paraId="15882211" w14:textId="77777777" w:rsidR="00AA66C7" w:rsidRDefault="00AA66C7" w:rsidP="00AA66C7"/>
          <w:p w14:paraId="228FB3F4" w14:textId="77777777" w:rsidR="00AA66C7" w:rsidRDefault="00AA66C7" w:rsidP="00AA66C7"/>
          <w:p w14:paraId="7DF75FF1" w14:textId="77777777" w:rsidR="00AA66C7" w:rsidRDefault="00AA66C7" w:rsidP="00AA66C7"/>
          <w:p w14:paraId="1628AB9F" w14:textId="77777777" w:rsidR="00AA66C7" w:rsidRDefault="00AA66C7" w:rsidP="00AA66C7"/>
          <w:p w14:paraId="314CAB09" w14:textId="77777777" w:rsidR="00AA66C7" w:rsidRDefault="00AA66C7" w:rsidP="00AA66C7"/>
          <w:p w14:paraId="654A3B8E" w14:textId="77777777" w:rsidR="00AA66C7" w:rsidRDefault="00AA66C7" w:rsidP="00AA66C7"/>
          <w:p w14:paraId="6BDB94C5" w14:textId="77777777" w:rsidR="00AA66C7" w:rsidRDefault="00AA66C7" w:rsidP="00AA66C7"/>
          <w:p w14:paraId="61E72FC4" w14:textId="77777777" w:rsidR="00AA66C7" w:rsidRDefault="00AA66C7" w:rsidP="00AA66C7"/>
          <w:p w14:paraId="7D20691C" w14:textId="77777777" w:rsidR="00AA66C7" w:rsidRDefault="00AA66C7" w:rsidP="00AA66C7"/>
          <w:p w14:paraId="5F6D617D" w14:textId="77777777" w:rsidR="00AA66C7" w:rsidRDefault="00AA66C7" w:rsidP="00AA66C7"/>
          <w:p w14:paraId="0241DE3E" w14:textId="77777777" w:rsidR="00AA66C7" w:rsidRDefault="00AA66C7" w:rsidP="00AA66C7"/>
          <w:p w14:paraId="33F79E3B" w14:textId="77777777" w:rsidR="00AA66C7" w:rsidRDefault="00AA66C7" w:rsidP="00AA66C7"/>
          <w:p w14:paraId="3D7E0FA2" w14:textId="77777777" w:rsidR="00AA66C7" w:rsidRDefault="00AA66C7" w:rsidP="00AA66C7"/>
          <w:p w14:paraId="282A8E4C" w14:textId="77777777" w:rsidR="00AA66C7" w:rsidRDefault="00AA66C7" w:rsidP="00AA66C7"/>
          <w:p w14:paraId="03A1C84A" w14:textId="77777777" w:rsidR="00AA66C7" w:rsidRDefault="00AA66C7" w:rsidP="00AA66C7"/>
          <w:p w14:paraId="708D67B7" w14:textId="77777777" w:rsidR="00AA66C7" w:rsidRDefault="00AA66C7" w:rsidP="00AA66C7"/>
          <w:p w14:paraId="7BD0D774" w14:textId="77777777" w:rsidR="00AA66C7" w:rsidRDefault="00AA66C7" w:rsidP="00AA66C7">
            <w:bookmarkStart w:id="0" w:name="_GoBack"/>
            <w:bookmarkEnd w:id="0"/>
          </w:p>
          <w:p w14:paraId="15E686A3" w14:textId="77777777" w:rsidR="00AA66C7" w:rsidRDefault="00AA66C7" w:rsidP="00AA66C7"/>
          <w:p w14:paraId="47C7DAAE" w14:textId="77777777" w:rsidR="00AA66C7" w:rsidRDefault="00AA66C7" w:rsidP="00AA66C7"/>
          <w:p w14:paraId="591D1947" w14:textId="77777777" w:rsidR="00AA66C7" w:rsidRDefault="00AA66C7" w:rsidP="00AA66C7"/>
          <w:p w14:paraId="4C5FB15A" w14:textId="77777777" w:rsidR="00AA66C7" w:rsidRDefault="00AA66C7" w:rsidP="00AA66C7"/>
          <w:p w14:paraId="0E23AD81" w14:textId="77777777" w:rsidR="00AA66C7" w:rsidRDefault="00AA66C7" w:rsidP="00AA66C7"/>
          <w:p w14:paraId="09C3DF3F" w14:textId="77777777" w:rsidR="00AA66C7" w:rsidRDefault="00AA66C7" w:rsidP="00AA66C7"/>
          <w:p w14:paraId="3A581BE6" w14:textId="77777777" w:rsidR="00AA66C7" w:rsidRDefault="00AA66C7" w:rsidP="00411592">
            <w:pPr>
              <w:spacing w:line="276" w:lineRule="auto"/>
            </w:pPr>
          </w:p>
        </w:tc>
      </w:tr>
    </w:tbl>
    <w:p w14:paraId="0168D4A0" w14:textId="77777777" w:rsidR="00AA66C7" w:rsidRDefault="00AA66C7" w:rsidP="00411592">
      <w:pPr>
        <w:spacing w:line="276" w:lineRule="auto"/>
      </w:pPr>
    </w:p>
    <w:sectPr w:rsidR="00AA66C7" w:rsidSect="00AA66C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708AD"/>
    <w:multiLevelType w:val="hybridMultilevel"/>
    <w:tmpl w:val="EE98C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D0803"/>
    <w:multiLevelType w:val="hybridMultilevel"/>
    <w:tmpl w:val="2A008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E3880"/>
    <w:multiLevelType w:val="hybridMultilevel"/>
    <w:tmpl w:val="19FE7F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F4D"/>
    <w:rsid w:val="000F12BF"/>
    <w:rsid w:val="00411592"/>
    <w:rsid w:val="00757F4D"/>
    <w:rsid w:val="00AA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614D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6C7"/>
    <w:pPr>
      <w:ind w:left="720"/>
      <w:contextualSpacing/>
    </w:pPr>
  </w:style>
  <w:style w:type="table" w:styleId="TableGrid">
    <w:name w:val="Table Grid"/>
    <w:basedOn w:val="TableNormal"/>
    <w:uiPriority w:val="39"/>
    <w:rsid w:val="00AA6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10</TotalTime>
  <Pages>3</Pages>
  <Words>183</Words>
  <Characters>927</Characters>
  <Application>Microsoft Macintosh Word</Application>
  <DocSecurity>0</DocSecurity>
  <Lines>115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cp:lastPrinted>2017-10-23T11:55:00Z</cp:lastPrinted>
  <dcterms:created xsi:type="dcterms:W3CDTF">2017-10-23T11:46:00Z</dcterms:created>
  <dcterms:modified xsi:type="dcterms:W3CDTF">2017-10-23T11:56:00Z</dcterms:modified>
</cp:coreProperties>
</file>